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D1799">
        <w:rPr>
          <w:rFonts w:ascii="Corbel" w:hAnsi="Corbel"/>
          <w:b/>
          <w:smallCaps/>
          <w:sz w:val="24"/>
          <w:szCs w:val="24"/>
        </w:rPr>
        <w:t xml:space="preserve"> 2022– </w:t>
      </w:r>
      <w:r w:rsidR="00E9344D">
        <w:rPr>
          <w:rFonts w:ascii="Corbel" w:hAnsi="Corbel"/>
          <w:b/>
          <w:smallCaps/>
          <w:sz w:val="24"/>
          <w:szCs w:val="24"/>
        </w:rPr>
        <w:t>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E9344D">
        <w:rPr>
          <w:rFonts w:ascii="Corbel" w:hAnsi="Corbel"/>
          <w:sz w:val="20"/>
          <w:szCs w:val="20"/>
        </w:rPr>
        <w:t>akademicki  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1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1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191620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E9344D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934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AD1799">
        <w:rPr>
          <w:rFonts w:ascii="Corbel" w:hAnsi="Corbel"/>
          <w:smallCaps w:val="0"/>
          <w:szCs w:val="24"/>
        </w:rPr>
        <w:t xml:space="preserve"> (z toku)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K_W12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 w:rsidR="00AD1799">
        <w:rPr>
          <w:rFonts w:ascii="Corbel" w:hAnsi="Corbel"/>
          <w:sz w:val="24"/>
          <w:szCs w:val="24"/>
        </w:rPr>
        <w:t xml:space="preserve"> (referat)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</w:t>
            </w:r>
            <w:r w:rsidR="00AD1799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D90C01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FC43C2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bookmarkEnd w:id="0"/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3432">
              <w:rPr>
                <w:rFonts w:ascii="Corbel" w:hAnsi="Corbel"/>
                <w:sz w:val="24"/>
                <w:szCs w:val="24"/>
              </w:rPr>
              <w:t>:</w:t>
            </w:r>
          </w:p>
          <w:p w:rsidR="00E13432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036F5"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zajęć</w:t>
            </w:r>
          </w:p>
          <w:p w:rsidR="00E13432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036F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9036F5" w:rsidRPr="009C54AE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</w:tc>
        <w:tc>
          <w:tcPr>
            <w:tcW w:w="4677" w:type="dxa"/>
          </w:tcPr>
          <w:p w:rsidR="009036F5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C43C2">
              <w:rPr>
                <w:rFonts w:ascii="Corbel" w:hAnsi="Corbel"/>
                <w:sz w:val="24"/>
                <w:szCs w:val="24"/>
              </w:rPr>
              <w:t>4</w:t>
            </w:r>
          </w:p>
          <w:p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C43C2">
              <w:rPr>
                <w:rFonts w:ascii="Corbel" w:hAnsi="Corbel"/>
                <w:sz w:val="24"/>
                <w:szCs w:val="24"/>
              </w:rPr>
              <w:t>2</w:t>
            </w:r>
          </w:p>
          <w:p w:rsidR="00B27844" w:rsidRPr="00DE1A0F" w:rsidRDefault="00FC43C2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D1799" w:rsidRPr="00DE1A0F" w:rsidRDefault="00AD1799" w:rsidP="00AD17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AD1799" w:rsidRDefault="00AD1799" w:rsidP="00AD179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>Grzybe</w:t>
            </w:r>
            <w:r w:rsidRPr="00D9315A">
              <w:rPr>
                <w:rFonts w:asciiTheme="minorHAnsi" w:hAnsiTheme="minorHAnsi"/>
                <w:iCs/>
                <w:sz w:val="24"/>
                <w:szCs w:val="24"/>
              </w:rPr>
              <w:t xml:space="preserve">k G., </w:t>
            </w:r>
            <w:r w:rsidRPr="00D9315A">
              <w:rPr>
                <w:rFonts w:asciiTheme="minorHAnsi" w:hAnsiTheme="minorHAnsi"/>
                <w:i/>
                <w:sz w:val="24"/>
              </w:rPr>
              <w:t>Etyka zawodowa jako subdyscyplina naukowa a nauka o moralności</w:t>
            </w:r>
            <w:r w:rsidRPr="00D9315A">
              <w:rPr>
                <w:rFonts w:asciiTheme="minorHAnsi" w:hAnsiTheme="minorHAnsi"/>
                <w:sz w:val="24"/>
              </w:rPr>
              <w:t xml:space="preserve">. W: W kręgu twórczości Marii Ossowskiej: analiza – inspiracje – alternatywy. Red.: J. Dudek, T. Turowski, P. Walczak, J. </w:t>
            </w:r>
            <w:proofErr w:type="spellStart"/>
            <w:r w:rsidRPr="00D9315A">
              <w:rPr>
                <w:rFonts w:asciiTheme="minorHAnsi" w:hAnsiTheme="minorHAnsi"/>
                <w:sz w:val="24"/>
              </w:rPr>
              <w:t>Zegzuła</w:t>
            </w:r>
            <w:proofErr w:type="spellEnd"/>
            <w:r w:rsidRPr="00D9315A">
              <w:rPr>
                <w:rFonts w:asciiTheme="minorHAnsi" w:hAnsiTheme="minorHAnsi"/>
                <w:sz w:val="24"/>
              </w:rPr>
              <w:t>-Nowak. Oficyna Wydawnicza UZ. Zielona-Góra 2018, s. 263-269.</w:t>
            </w:r>
          </w:p>
          <w:p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Etos pedagoga w kontekście jego obowiązków wychowawczych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Pr="00AD1799" w:rsidRDefault="00AD1799" w:rsidP="00AD17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Zasady konstruowania norm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In: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Aplikovaná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etika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–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kontext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a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perspektívy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Ed.: L.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Vladyková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D1799" w:rsidRPr="00D9315A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Bittner B., Stępień J.,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Wprowadzenie do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Podręcznik. Wyd. eMPi2. Poznań 2000. </w:t>
            </w:r>
          </w:p>
          <w:p w:rsidR="00AD1799" w:rsidRPr="00D9315A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Naukowy status etyki stosowanej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Antas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Katedra Filozofii Akademii Pomorskiej. Słupsk 2010, s. 48-53.</w:t>
            </w:r>
          </w:p>
          <w:p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Godność osoby etyczną płaszczyzną rozwoju i wychowania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W: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Polylog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Człowiek istotą etyczną - wyzwanie dla systemu edukacji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Antas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Wyd. Katedra Filozofii Pomorskiej Akademii Pedagogicznej. Słupsk 2006, s. 70-76.</w:t>
            </w:r>
          </w:p>
          <w:p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 w:rsidRPr="00D9315A">
              <w:rPr>
                <w:rFonts w:asciiTheme="minorHAnsi" w:hAnsiTheme="minorHAnsi"/>
                <w:bCs/>
                <w:sz w:val="24"/>
              </w:rPr>
              <w:t xml:space="preserve">Grzybek G.,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Tobiczyk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 P., Etos pracy duchownego a założenia etyki rozwoju. W: Wychowanie i praca. Red.: Z. Marek, J.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Mółka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, M.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Mółka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. Wyd. WAM. Akademia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Ignatianum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 w Krakowie. Kraków 2017, s. 257-270.</w:t>
            </w:r>
          </w:p>
          <w:p w:rsidR="00AD1799" w:rsidRPr="00D9315A" w:rsidRDefault="00AD1799" w:rsidP="00AD179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Chudy W.,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Pedagogia godności. Elementy etyki pedagogicznej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Oprac. A.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Szurda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TN KUL. Lublin 2009.</w:t>
            </w:r>
          </w:p>
          <w:p w:rsidR="00AD1799" w:rsidRPr="00D9315A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Kodeks Etyki Nauczycielskiej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, Polskie Towarzystwo Nauczycieli. Warszawa 1997.</w:t>
            </w:r>
          </w:p>
          <w:p w:rsidR="00AD1799" w:rsidRPr="00D9315A" w:rsidRDefault="00AD1799" w:rsidP="00AD1799">
            <w:pPr>
              <w:pStyle w:val="Punktygwne"/>
              <w:spacing w:before="0" w:after="0"/>
              <w:jc w:val="both"/>
              <w:rPr>
                <w:rFonts w:asciiTheme="minorHAnsi" w:hAnsiTheme="minorHAnsi"/>
                <w:b w:val="0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9315A">
              <w:rPr>
                <w:rFonts w:asciiTheme="minorHAnsi" w:hAnsiTheme="minorHAnsi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AD1799" w:rsidP="00AD179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9315A">
              <w:rPr>
                <w:rFonts w:asciiTheme="minorHAnsi" w:hAnsiTheme="minorHAnsi"/>
                <w:b w:val="0"/>
                <w:szCs w:val="24"/>
              </w:rPr>
              <w:t xml:space="preserve">Rusiecki M., </w:t>
            </w:r>
            <w:r w:rsidRPr="00D9315A">
              <w:rPr>
                <w:rFonts w:asciiTheme="minorHAnsi" w:hAnsiTheme="minorHAnsi"/>
                <w:b w:val="0"/>
                <w:i/>
                <w:szCs w:val="24"/>
              </w:rPr>
              <w:t>Karta odpowiedzialności i obowiązków nauczyciela</w:t>
            </w:r>
            <w:r w:rsidRPr="00D9315A">
              <w:rPr>
                <w:rFonts w:asciiTheme="minorHAnsi" w:hAnsiTheme="minorHAnsi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67A" w:rsidRDefault="00C4667A" w:rsidP="00C16ABF">
      <w:pPr>
        <w:spacing w:after="0" w:line="240" w:lineRule="auto"/>
      </w:pPr>
      <w:r>
        <w:separator/>
      </w:r>
    </w:p>
  </w:endnote>
  <w:endnote w:type="continuationSeparator" w:id="0">
    <w:p w:rsidR="00C4667A" w:rsidRDefault="00C466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67A" w:rsidRDefault="00C4667A" w:rsidP="00C16ABF">
      <w:pPr>
        <w:spacing w:after="0" w:line="240" w:lineRule="auto"/>
      </w:pPr>
      <w:r>
        <w:separator/>
      </w:r>
    </w:p>
  </w:footnote>
  <w:footnote w:type="continuationSeparator" w:id="0">
    <w:p w:rsidR="00C4667A" w:rsidRDefault="00C466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0B7"/>
    <w:rsid w:val="001640A7"/>
    <w:rsid w:val="00164FA7"/>
    <w:rsid w:val="00166A03"/>
    <w:rsid w:val="001718A7"/>
    <w:rsid w:val="001737CF"/>
    <w:rsid w:val="00176083"/>
    <w:rsid w:val="001770C7"/>
    <w:rsid w:val="00191620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2D6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79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27844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432"/>
    <w:rsid w:val="00C4667A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13432"/>
    <w:rsid w:val="00E21E7D"/>
    <w:rsid w:val="00E22FBC"/>
    <w:rsid w:val="00E24BF5"/>
    <w:rsid w:val="00E25338"/>
    <w:rsid w:val="00E51E44"/>
    <w:rsid w:val="00E63348"/>
    <w:rsid w:val="00E77E88"/>
    <w:rsid w:val="00E8107D"/>
    <w:rsid w:val="00E934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B08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C43C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97B3"/>
  <w15:docId w15:val="{FE2B2F04-4159-4378-BE4F-F47EDDF2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EE905-01F3-4379-92EA-FE905263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1072</Words>
  <Characters>6435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URZ</cp:lastModifiedBy>
  <cp:revision>6</cp:revision>
  <cp:lastPrinted>2019-02-06T12:12:00Z</cp:lastPrinted>
  <dcterms:created xsi:type="dcterms:W3CDTF">2022-05-11T08:16:00Z</dcterms:created>
  <dcterms:modified xsi:type="dcterms:W3CDTF">2022-05-25T08:54:00Z</dcterms:modified>
</cp:coreProperties>
</file>